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2A" w:rsidRPr="00065FEF" w:rsidRDefault="000A7C2A" w:rsidP="00761616">
      <w:pPr>
        <w:jc w:val="center"/>
        <w:rPr>
          <w:b/>
          <w:sz w:val="28"/>
          <w:szCs w:val="28"/>
        </w:rPr>
      </w:pPr>
      <w:r w:rsidRPr="00065FEF">
        <w:rPr>
          <w:b/>
          <w:sz w:val="28"/>
          <w:szCs w:val="28"/>
        </w:rPr>
        <w:t>Literacy and Justice for ALL</w:t>
      </w:r>
      <w:r>
        <w:rPr>
          <w:b/>
          <w:sz w:val="28"/>
          <w:szCs w:val="28"/>
        </w:rPr>
        <w:t>-McKee Elem. Sanders, Freeney, Jackson, Blackman</w:t>
      </w:r>
    </w:p>
    <w:p w:rsidR="000A7C2A" w:rsidRPr="00065FEF" w:rsidRDefault="000A7C2A" w:rsidP="00761616">
      <w:pPr>
        <w:jc w:val="center"/>
        <w:rPr>
          <w:b/>
          <w:i/>
          <w:sz w:val="28"/>
          <w:szCs w:val="28"/>
        </w:rPr>
      </w:pPr>
      <w:r w:rsidRPr="00065FEF">
        <w:rPr>
          <w:b/>
          <w:i/>
          <w:sz w:val="28"/>
          <w:szCs w:val="28"/>
        </w:rPr>
        <w:t>Reflect &amp; Review</w:t>
      </w:r>
    </w:p>
    <w:p w:rsidR="000A7C2A" w:rsidRPr="00065FEF" w:rsidRDefault="000A7C2A" w:rsidP="00761616">
      <w:pPr>
        <w:rPr>
          <w:b/>
          <w:i/>
          <w:sz w:val="24"/>
          <w:szCs w:val="24"/>
        </w:rPr>
      </w:pPr>
      <w:r w:rsidRPr="00065FEF">
        <w:rPr>
          <w:b/>
          <w:i/>
          <w:sz w:val="24"/>
          <w:szCs w:val="24"/>
        </w:rPr>
        <w:t>What have we done?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89"/>
        <w:gridCol w:w="1921"/>
        <w:gridCol w:w="1976"/>
        <w:gridCol w:w="2154"/>
        <w:gridCol w:w="2028"/>
      </w:tblGrid>
      <w:tr w:rsidR="000A7C2A" w:rsidRPr="00065FEF" w:rsidTr="002B5F42">
        <w:tc>
          <w:tcPr>
            <w:tcW w:w="2289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System of Meaning</w:t>
            </w:r>
          </w:p>
        </w:tc>
        <w:tc>
          <w:tcPr>
            <w:tcW w:w="1976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System of Language</w:t>
            </w:r>
          </w:p>
        </w:tc>
        <w:tc>
          <w:tcPr>
            <w:tcW w:w="2154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Formative Assessment</w:t>
            </w:r>
          </w:p>
        </w:tc>
        <w:tc>
          <w:tcPr>
            <w:tcW w:w="2028" w:type="dxa"/>
          </w:tcPr>
          <w:p w:rsidR="000A7C2A" w:rsidRPr="00065FEF" w:rsidRDefault="000A7C2A" w:rsidP="002B5F42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065FEF">
              <w:rPr>
                <w:b/>
                <w:i/>
                <w:sz w:val="20"/>
                <w:szCs w:val="20"/>
              </w:rPr>
              <w:t>What have we learned?</w:t>
            </w:r>
          </w:p>
        </w:tc>
      </w:tr>
      <w:tr w:rsidR="000A7C2A" w:rsidRPr="00065FEF" w:rsidTr="002B5F42">
        <w:tc>
          <w:tcPr>
            <w:tcW w:w="2289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Collaborative Leadership</w:t>
            </w: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Grade level meetings</w:t>
            </w: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Incorporate strategic teaching across the curriculum</w:t>
            </w:r>
          </w:p>
        </w:tc>
        <w:tc>
          <w:tcPr>
            <w:tcW w:w="2154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Goal setting team meetings</w:t>
            </w:r>
          </w:p>
        </w:tc>
        <w:tc>
          <w:tcPr>
            <w:tcW w:w="2028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As a team/faculty, we have increased a personal understanding of formative assessment as it relates to effective instructional practices.</w:t>
            </w:r>
          </w:p>
        </w:tc>
      </w:tr>
      <w:tr w:rsidR="000A7C2A" w:rsidRPr="00065FEF" w:rsidTr="002B5F42">
        <w:tc>
          <w:tcPr>
            <w:tcW w:w="2289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Assessment</w:t>
            </w: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 xml:space="preserve">Review data during grade level and staff meetings.  Item analysis </w:t>
            </w: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Small group instruction.</w:t>
            </w:r>
          </w:p>
        </w:tc>
        <w:tc>
          <w:tcPr>
            <w:tcW w:w="2154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DIBELS &amp; placement tests</w:t>
            </w:r>
          </w:p>
        </w:tc>
        <w:tc>
          <w:tcPr>
            <w:tcW w:w="2028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How to utilize more effective formative &amp; summative assessments</w:t>
            </w:r>
          </w:p>
        </w:tc>
      </w:tr>
      <w:tr w:rsidR="000A7C2A" w:rsidRPr="00065FEF" w:rsidTr="002B5F42">
        <w:tc>
          <w:tcPr>
            <w:tcW w:w="2289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Effective Instruction</w:t>
            </w: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Reading Coach has planning sessions and modeled lessons</w:t>
            </w: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Use components of active literacy</w:t>
            </w:r>
          </w:p>
        </w:tc>
        <w:tc>
          <w:tcPr>
            <w:tcW w:w="2154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Pre- and post tests</w:t>
            </w:r>
          </w:p>
        </w:tc>
        <w:tc>
          <w:tcPr>
            <w:tcW w:w="2028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How to better implement reciprocal teaching.</w:t>
            </w:r>
          </w:p>
        </w:tc>
      </w:tr>
      <w:tr w:rsidR="000A7C2A" w:rsidRPr="00065FEF" w:rsidTr="002B5F42">
        <w:tc>
          <w:tcPr>
            <w:tcW w:w="2289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Professional Development</w:t>
            </w: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Revisited 6 interferences to reading</w:t>
            </w: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Inservice on strategic teaching in the teaching in the core subjects</w:t>
            </w:r>
          </w:p>
        </w:tc>
        <w:tc>
          <w:tcPr>
            <w:tcW w:w="2154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 xml:space="preserve">Inservice on strategic, teaching and NAEP </w:t>
            </w:r>
          </w:p>
        </w:tc>
        <w:tc>
          <w:tcPr>
            <w:tcW w:w="2028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How to better implement formative and summative assessment</w:t>
            </w:r>
          </w:p>
        </w:tc>
      </w:tr>
      <w:tr w:rsidR="000A7C2A" w:rsidRPr="00065FEF" w:rsidTr="002B5F42">
        <w:tc>
          <w:tcPr>
            <w:tcW w:w="2289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Intervention</w:t>
            </w: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21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 xml:space="preserve">Reading coach pulls student as needed in  small groups based on data reported </w:t>
            </w:r>
          </w:p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 xml:space="preserve">Volunteers from partners in education, community stakeholders, and lab students.  </w:t>
            </w:r>
          </w:p>
        </w:tc>
        <w:tc>
          <w:tcPr>
            <w:tcW w:w="2154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Extended day tutorial</w:t>
            </w:r>
          </w:p>
        </w:tc>
        <w:tc>
          <w:tcPr>
            <w:tcW w:w="2028" w:type="dxa"/>
          </w:tcPr>
          <w:p w:rsidR="000A7C2A" w:rsidRPr="00065FEF" w:rsidRDefault="000A7C2A" w:rsidP="002B5F42">
            <w:pPr>
              <w:spacing w:after="0" w:line="240" w:lineRule="auto"/>
              <w:rPr>
                <w:sz w:val="20"/>
                <w:szCs w:val="20"/>
              </w:rPr>
            </w:pPr>
            <w:r w:rsidRPr="00065FEF">
              <w:rPr>
                <w:sz w:val="20"/>
                <w:szCs w:val="20"/>
              </w:rPr>
              <w:t>The best practices to support students’ reading comprehension</w:t>
            </w:r>
          </w:p>
        </w:tc>
      </w:tr>
    </w:tbl>
    <w:p w:rsidR="000A7C2A" w:rsidRPr="00065FEF" w:rsidRDefault="000A7C2A" w:rsidP="00761616">
      <w:pPr>
        <w:rPr>
          <w:b/>
          <w:i/>
          <w:sz w:val="20"/>
          <w:szCs w:val="20"/>
        </w:rPr>
      </w:pPr>
      <w:r w:rsidRPr="00065FEF">
        <w:rPr>
          <w:b/>
          <w:i/>
          <w:sz w:val="20"/>
          <w:szCs w:val="20"/>
        </w:rPr>
        <w:t>One question we have about assessment is …..</w:t>
      </w:r>
    </w:p>
    <w:p w:rsidR="000A7C2A" w:rsidRPr="00733D58" w:rsidRDefault="000A7C2A" w:rsidP="00761616">
      <w:pPr>
        <w:rPr>
          <w:b/>
          <w:i/>
        </w:rPr>
      </w:pPr>
      <w:r>
        <w:rPr>
          <w:b/>
          <w:i/>
        </w:rPr>
        <w:t>Would student achievement improve if teachers conduct periodic goal setting conferences for their own students?</w:t>
      </w:r>
    </w:p>
    <w:sectPr w:rsidR="000A7C2A" w:rsidRPr="00733D58" w:rsidSect="00504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616"/>
    <w:rsid w:val="00045EB6"/>
    <w:rsid w:val="00065FEF"/>
    <w:rsid w:val="00084AD9"/>
    <w:rsid w:val="000A7C2A"/>
    <w:rsid w:val="00110DC4"/>
    <w:rsid w:val="002645CC"/>
    <w:rsid w:val="002B5F42"/>
    <w:rsid w:val="002B78DC"/>
    <w:rsid w:val="00387A11"/>
    <w:rsid w:val="003B2A01"/>
    <w:rsid w:val="004A34B9"/>
    <w:rsid w:val="004E567B"/>
    <w:rsid w:val="00504861"/>
    <w:rsid w:val="005048B5"/>
    <w:rsid w:val="00512F3F"/>
    <w:rsid w:val="00515E7E"/>
    <w:rsid w:val="00520164"/>
    <w:rsid w:val="00535145"/>
    <w:rsid w:val="0054554C"/>
    <w:rsid w:val="00733D58"/>
    <w:rsid w:val="00761616"/>
    <w:rsid w:val="0077295A"/>
    <w:rsid w:val="00943232"/>
    <w:rsid w:val="00B23E85"/>
    <w:rsid w:val="00B42461"/>
    <w:rsid w:val="00D0239A"/>
    <w:rsid w:val="00DA20B2"/>
    <w:rsid w:val="00E03B58"/>
    <w:rsid w:val="00E27281"/>
    <w:rsid w:val="00F142EF"/>
    <w:rsid w:val="00F45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8B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161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224</Words>
  <Characters>1280</Characters>
  <Application>Microsoft Office Outlook</Application>
  <DocSecurity>0</DocSecurity>
  <Lines>0</Lines>
  <Paragraphs>0</Paragraphs>
  <ScaleCrop>false</ScaleCrop>
  <Company>ALSDE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Literacy and Justice for ALL</dc:title>
  <dc:subject/>
  <dc:creator>rbetts</dc:creator>
  <cp:keywords/>
  <dc:description/>
  <cp:lastModifiedBy>lillian.sanders</cp:lastModifiedBy>
  <cp:revision>2</cp:revision>
  <cp:lastPrinted>2011-01-22T01:02:00Z</cp:lastPrinted>
  <dcterms:created xsi:type="dcterms:W3CDTF">2011-01-26T15:23:00Z</dcterms:created>
  <dcterms:modified xsi:type="dcterms:W3CDTF">2011-01-26T15:23:00Z</dcterms:modified>
</cp:coreProperties>
</file>